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16" w:rsidRPr="007D2EEA" w:rsidRDefault="00E84116" w:rsidP="007D2EEA"/>
    <w:sectPr w:rsidR="00E84116" w:rsidRPr="007D2EEA" w:rsidSect="00846D9E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116" w:rsidRDefault="00E84116">
      <w:r>
        <w:separator/>
      </w:r>
    </w:p>
  </w:endnote>
  <w:endnote w:type="continuationSeparator" w:id="0">
    <w:p w:rsidR="00E84116" w:rsidRDefault="00E84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116" w:rsidRDefault="00E84116">
      <w:r>
        <w:separator/>
      </w:r>
    </w:p>
  </w:footnote>
  <w:footnote w:type="continuationSeparator" w:id="0">
    <w:p w:rsidR="00E84116" w:rsidRDefault="00E84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785"/>
    <w:multiLevelType w:val="hybridMultilevel"/>
    <w:tmpl w:val="C16E15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D2E94"/>
    <w:multiLevelType w:val="hybridMultilevel"/>
    <w:tmpl w:val="1A5C94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7E0CA5"/>
    <w:multiLevelType w:val="hybridMultilevel"/>
    <w:tmpl w:val="B2F03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00551"/>
    <w:multiLevelType w:val="hybridMultilevel"/>
    <w:tmpl w:val="BB007B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3068A7"/>
    <w:multiLevelType w:val="hybridMultilevel"/>
    <w:tmpl w:val="2D4AE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F837A5"/>
    <w:multiLevelType w:val="hybridMultilevel"/>
    <w:tmpl w:val="E87C8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BE2"/>
    <w:rsid w:val="00024203"/>
    <w:rsid w:val="000261AF"/>
    <w:rsid w:val="000303EB"/>
    <w:rsid w:val="000542D2"/>
    <w:rsid w:val="00056D39"/>
    <w:rsid w:val="00076D8E"/>
    <w:rsid w:val="000A732D"/>
    <w:rsid w:val="000B4494"/>
    <w:rsid w:val="000C55AB"/>
    <w:rsid w:val="000D5F1E"/>
    <w:rsid w:val="00162E8B"/>
    <w:rsid w:val="0016780D"/>
    <w:rsid w:val="00176DC0"/>
    <w:rsid w:val="001833EB"/>
    <w:rsid w:val="00183CAF"/>
    <w:rsid w:val="00192683"/>
    <w:rsid w:val="001B521B"/>
    <w:rsid w:val="001D19D8"/>
    <w:rsid w:val="001E0083"/>
    <w:rsid w:val="002169FF"/>
    <w:rsid w:val="00217219"/>
    <w:rsid w:val="00224CC6"/>
    <w:rsid w:val="002432B1"/>
    <w:rsid w:val="00245BAD"/>
    <w:rsid w:val="00264817"/>
    <w:rsid w:val="00266AF6"/>
    <w:rsid w:val="00275802"/>
    <w:rsid w:val="00284916"/>
    <w:rsid w:val="002929F5"/>
    <w:rsid w:val="0030080C"/>
    <w:rsid w:val="00324F41"/>
    <w:rsid w:val="00335565"/>
    <w:rsid w:val="00341BA1"/>
    <w:rsid w:val="00343635"/>
    <w:rsid w:val="00353C15"/>
    <w:rsid w:val="00372F79"/>
    <w:rsid w:val="00374B00"/>
    <w:rsid w:val="0038015F"/>
    <w:rsid w:val="00395904"/>
    <w:rsid w:val="003C4912"/>
    <w:rsid w:val="003D3E27"/>
    <w:rsid w:val="003E32F5"/>
    <w:rsid w:val="004060E9"/>
    <w:rsid w:val="00421932"/>
    <w:rsid w:val="00465B79"/>
    <w:rsid w:val="004765DA"/>
    <w:rsid w:val="00486C69"/>
    <w:rsid w:val="004A6EF0"/>
    <w:rsid w:val="004B1F53"/>
    <w:rsid w:val="004B516B"/>
    <w:rsid w:val="004C1171"/>
    <w:rsid w:val="005026BB"/>
    <w:rsid w:val="00527E09"/>
    <w:rsid w:val="00531C4D"/>
    <w:rsid w:val="00534D98"/>
    <w:rsid w:val="00566E68"/>
    <w:rsid w:val="0057029C"/>
    <w:rsid w:val="005B0CFD"/>
    <w:rsid w:val="005B5438"/>
    <w:rsid w:val="006235C7"/>
    <w:rsid w:val="006333C2"/>
    <w:rsid w:val="00640E78"/>
    <w:rsid w:val="006731B9"/>
    <w:rsid w:val="006A4C75"/>
    <w:rsid w:val="006B736B"/>
    <w:rsid w:val="006B7E68"/>
    <w:rsid w:val="006D3379"/>
    <w:rsid w:val="007110C7"/>
    <w:rsid w:val="00714D60"/>
    <w:rsid w:val="00725CB7"/>
    <w:rsid w:val="00753C7C"/>
    <w:rsid w:val="00761E72"/>
    <w:rsid w:val="00763E4A"/>
    <w:rsid w:val="00766902"/>
    <w:rsid w:val="007A3078"/>
    <w:rsid w:val="007D2EEA"/>
    <w:rsid w:val="007D546D"/>
    <w:rsid w:val="007D5BE2"/>
    <w:rsid w:val="007F11C9"/>
    <w:rsid w:val="00821934"/>
    <w:rsid w:val="00830FF3"/>
    <w:rsid w:val="008369B2"/>
    <w:rsid w:val="00846D9E"/>
    <w:rsid w:val="00850008"/>
    <w:rsid w:val="008522B2"/>
    <w:rsid w:val="00853A88"/>
    <w:rsid w:val="00885668"/>
    <w:rsid w:val="008871F3"/>
    <w:rsid w:val="008930EC"/>
    <w:rsid w:val="008B67AE"/>
    <w:rsid w:val="008B67FF"/>
    <w:rsid w:val="008D2E5B"/>
    <w:rsid w:val="008F5209"/>
    <w:rsid w:val="009018D4"/>
    <w:rsid w:val="009169E9"/>
    <w:rsid w:val="00925CE4"/>
    <w:rsid w:val="00954429"/>
    <w:rsid w:val="0095575A"/>
    <w:rsid w:val="0096730A"/>
    <w:rsid w:val="0098785F"/>
    <w:rsid w:val="00995644"/>
    <w:rsid w:val="009B3F6C"/>
    <w:rsid w:val="009B5C5B"/>
    <w:rsid w:val="009C3B20"/>
    <w:rsid w:val="009D3507"/>
    <w:rsid w:val="009E57FA"/>
    <w:rsid w:val="009F692E"/>
    <w:rsid w:val="00A06A43"/>
    <w:rsid w:val="00A32A0F"/>
    <w:rsid w:val="00A70C2B"/>
    <w:rsid w:val="00A76B54"/>
    <w:rsid w:val="00A7719D"/>
    <w:rsid w:val="00A94488"/>
    <w:rsid w:val="00A94752"/>
    <w:rsid w:val="00A96C65"/>
    <w:rsid w:val="00AA2862"/>
    <w:rsid w:val="00AB113E"/>
    <w:rsid w:val="00AD4C4A"/>
    <w:rsid w:val="00AE086F"/>
    <w:rsid w:val="00B345E6"/>
    <w:rsid w:val="00B44103"/>
    <w:rsid w:val="00B71994"/>
    <w:rsid w:val="00B80327"/>
    <w:rsid w:val="00B8586D"/>
    <w:rsid w:val="00BA27E2"/>
    <w:rsid w:val="00BC0133"/>
    <w:rsid w:val="00C05003"/>
    <w:rsid w:val="00C218F8"/>
    <w:rsid w:val="00C24064"/>
    <w:rsid w:val="00C32FDF"/>
    <w:rsid w:val="00C3375E"/>
    <w:rsid w:val="00C53A36"/>
    <w:rsid w:val="00C730EC"/>
    <w:rsid w:val="00C7567D"/>
    <w:rsid w:val="00C877C5"/>
    <w:rsid w:val="00C87B71"/>
    <w:rsid w:val="00CA181D"/>
    <w:rsid w:val="00CC56AB"/>
    <w:rsid w:val="00CE0D33"/>
    <w:rsid w:val="00D01F18"/>
    <w:rsid w:val="00D10276"/>
    <w:rsid w:val="00D14557"/>
    <w:rsid w:val="00D23A34"/>
    <w:rsid w:val="00D60AFE"/>
    <w:rsid w:val="00D75D52"/>
    <w:rsid w:val="00D76B97"/>
    <w:rsid w:val="00DA6DBF"/>
    <w:rsid w:val="00DF1DCC"/>
    <w:rsid w:val="00DF2282"/>
    <w:rsid w:val="00DF6ADE"/>
    <w:rsid w:val="00DF6AE2"/>
    <w:rsid w:val="00E006C3"/>
    <w:rsid w:val="00E11EDE"/>
    <w:rsid w:val="00E53379"/>
    <w:rsid w:val="00E67FD4"/>
    <w:rsid w:val="00E71985"/>
    <w:rsid w:val="00E81A4D"/>
    <w:rsid w:val="00E84116"/>
    <w:rsid w:val="00E865F2"/>
    <w:rsid w:val="00EB3824"/>
    <w:rsid w:val="00EC63C0"/>
    <w:rsid w:val="00EE5234"/>
    <w:rsid w:val="00F004A8"/>
    <w:rsid w:val="00F13E6E"/>
    <w:rsid w:val="00F3289E"/>
    <w:rsid w:val="00F40D88"/>
    <w:rsid w:val="00F6658A"/>
    <w:rsid w:val="00F71754"/>
    <w:rsid w:val="00F724D4"/>
    <w:rsid w:val="00F82DB9"/>
    <w:rsid w:val="00F838E9"/>
    <w:rsid w:val="00F94EA5"/>
    <w:rsid w:val="00F9744E"/>
    <w:rsid w:val="00FA233F"/>
    <w:rsid w:val="00FA4CFC"/>
    <w:rsid w:val="00FB3AD9"/>
    <w:rsid w:val="00FC4922"/>
    <w:rsid w:val="00FC7F56"/>
    <w:rsid w:val="00FD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6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69B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8B67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2432B1"/>
  </w:style>
  <w:style w:type="character" w:styleId="Hyperlink">
    <w:name w:val="Hyperlink"/>
    <w:basedOn w:val="DefaultParagraphFont"/>
    <w:uiPriority w:val="99"/>
    <w:rsid w:val="002432B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F40D8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40D8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1"/>
    <w:uiPriority w:val="99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369B2"/>
    <w:rPr>
      <w:rFonts w:cs="Times New Roman"/>
      <w:sz w:val="2"/>
    </w:rPr>
  </w:style>
  <w:style w:type="character" w:customStyle="1" w:styleId="DocumentMapChar1">
    <w:name w:val="Document Map Char1"/>
    <w:basedOn w:val="DefaultParagraphFont"/>
    <w:link w:val="DocumentMap"/>
    <w:uiPriority w:val="99"/>
    <w:locked/>
    <w:rsid w:val="009C3B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0</Words>
  <Characters>0</Characters>
  <Application>Microsoft Office Outlook</Application>
  <DocSecurity>0</DocSecurity>
  <Lines>0</Lines>
  <Paragraphs>0</Paragraphs>
  <ScaleCrop>false</ScaleCrop>
  <Company>Straightedge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Roman Korchagin</dc:creator>
  <cp:keywords>keyword1, keyword2</cp:keywords>
  <dc:description/>
  <cp:lastModifiedBy>Farooq Sheikh</cp:lastModifiedBy>
  <cp:revision>6</cp:revision>
  <cp:lastPrinted>2004-06-23T03:54:00Z</cp:lastPrinted>
  <dcterms:created xsi:type="dcterms:W3CDTF">2015-05-06T12:33:00Z</dcterms:created>
  <dcterms:modified xsi:type="dcterms:W3CDTF">2015-05-11T05:38:00Z</dcterms:modified>
</cp:coreProperties>
</file>